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613400" cy="1287780"/>
                <wp:effectExtent l="0" t="0" r="25400" b="2667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28778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42pt;height:101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" filled="f" strokecolor="#76923c [2406]" strokeweight="1pt"/>
            </w:pict>
          </mc:Fallback>
        </mc:AlternateContent>
      </w:r>
      <w:r w:rsidR="00FE393B">
        <w:rPr>
          <w:rFonts w:ascii="Arial" w:hAnsi="Arial" w:cs="Arial"/>
          <w:b/>
          <w:color w:val="76923C" w:themeColor="accent3" w:themeShade="BF"/>
          <w:sz w:val="28"/>
          <w:szCs w:val="28"/>
        </w:rPr>
        <w:t>J</w:t>
      </w:r>
      <w:r w:rsidR="00ED30FE">
        <w:rPr>
          <w:rFonts w:ascii="Arial" w:hAnsi="Arial" w:cs="Arial"/>
          <w:b/>
          <w:color w:val="76923C" w:themeColor="accent3" w:themeShade="BF"/>
          <w:sz w:val="28"/>
          <w:szCs w:val="28"/>
        </w:rPr>
        <w:t>ACQUES A DIT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837771" w:rsidRDefault="00FE393B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"ordres"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0F59FC" w:rsidRDefault="00687DE3" w:rsidP="000F59FC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8E61B0" w:rsidRDefault="00FE393B" w:rsidP="004E6449">
      <w:pPr>
        <w:ind w:left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but du jeu est de suivre le plus rapidement possible les ordres de Jacques en somali.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FE393B" w:rsidRDefault="000E4464" w:rsidP="000E4464">
      <w:pPr>
        <w:pStyle w:val="Paragraphedeliste"/>
        <w:rPr>
          <w:rFonts w:ascii="Arial" w:hAnsi="Arial" w:cs="Arial"/>
          <w:b/>
        </w:rPr>
      </w:pPr>
    </w:p>
    <w:p w:rsidR="00837771" w:rsidRDefault="00FE393B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Réun</w:t>
      </w:r>
      <w:r w:rsidR="00FF782C">
        <w:rPr>
          <w:rFonts w:ascii="Arial" w:hAnsi="Arial" w:cs="Arial"/>
          <w:b/>
        </w:rPr>
        <w:t>ir les élèves et leur enseigner en somali</w:t>
      </w:r>
      <w:r>
        <w:rPr>
          <w:rFonts w:ascii="Arial" w:hAnsi="Arial" w:cs="Arial"/>
          <w:b/>
        </w:rPr>
        <w:t xml:space="preserve"> les ordres qui vont être donnés.</w:t>
      </w:r>
    </w:p>
    <w:p w:rsidR="00FE393B" w:rsidRDefault="00FE393B" w:rsidP="00FE393B">
      <w:pPr>
        <w:pStyle w:val="Paragraphedeliste"/>
        <w:rPr>
          <w:rFonts w:ascii="Arial" w:hAnsi="Arial" w:cs="Arial"/>
          <w:b/>
        </w:rPr>
      </w:pPr>
    </w:p>
    <w:p w:rsidR="00FE393B" w:rsidRDefault="00FE393B" w:rsidP="00300CE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Donner, à haute voix, un par un, les ordres mentionnés en somali. Les élèves doivent reconnaître le mot et exécuter l'ordre en question jusqu'</w:t>
      </w:r>
      <w:r w:rsidR="00300CE7">
        <w:rPr>
          <w:rFonts w:ascii="Arial" w:hAnsi="Arial" w:cs="Arial"/>
          <w:b/>
        </w:rPr>
        <w:t xml:space="preserve">à ce </w:t>
      </w:r>
      <w:r>
        <w:rPr>
          <w:rFonts w:ascii="Arial" w:hAnsi="Arial" w:cs="Arial"/>
          <w:b/>
        </w:rPr>
        <w:t>que l'ordre suivant soit donné par Jacques.</w:t>
      </w:r>
    </w:p>
    <w:p w:rsidR="00FE393B" w:rsidRDefault="00FE393B" w:rsidP="00300CE7">
      <w:pPr>
        <w:pStyle w:val="Paragraphedeliste"/>
        <w:jc w:val="both"/>
        <w:rPr>
          <w:rFonts w:ascii="Arial" w:hAnsi="Arial" w:cs="Arial"/>
          <w:b/>
        </w:rPr>
      </w:pPr>
    </w:p>
    <w:p w:rsidR="00FE393B" w:rsidRPr="00FF782C" w:rsidRDefault="00FE393B" w:rsidP="00FF782C">
      <w:pPr>
        <w:jc w:val="both"/>
        <w:rPr>
          <w:rFonts w:ascii="Arial" w:hAnsi="Arial" w:cs="Arial"/>
          <w:b/>
        </w:rPr>
      </w:pPr>
      <w:bookmarkStart w:id="0" w:name="_GoBack"/>
      <w:bookmarkEnd w:id="0"/>
    </w:p>
    <w:sectPr w:rsidR="00FE393B" w:rsidRPr="00FF782C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0F59FC"/>
    <w:rsid w:val="00177EC9"/>
    <w:rsid w:val="001A4A00"/>
    <w:rsid w:val="00300CE7"/>
    <w:rsid w:val="003F707B"/>
    <w:rsid w:val="004163C9"/>
    <w:rsid w:val="004A3EDD"/>
    <w:rsid w:val="004B3F3D"/>
    <w:rsid w:val="004E6449"/>
    <w:rsid w:val="00507F03"/>
    <w:rsid w:val="00687DE3"/>
    <w:rsid w:val="007D5C21"/>
    <w:rsid w:val="00837771"/>
    <w:rsid w:val="008E61B0"/>
    <w:rsid w:val="00B418B0"/>
    <w:rsid w:val="00B431DF"/>
    <w:rsid w:val="00C113DD"/>
    <w:rsid w:val="00C45E62"/>
    <w:rsid w:val="00D61C79"/>
    <w:rsid w:val="00DF5E50"/>
    <w:rsid w:val="00ED30FE"/>
    <w:rsid w:val="00FE393B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1942BAC9.dotm</Template>
  <TotalTime>1</TotalTime>
  <Pages>1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2019-07-19T12:50:00Z</dcterms:created>
  <dcterms:modified xsi:type="dcterms:W3CDTF">2019-07-29T07:29:00Z</dcterms:modified>
</cp:coreProperties>
</file>